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713F20DC" w:rsidR="003F06C5" w:rsidRPr="003F06C5" w:rsidRDefault="00FD543A" w:rsidP="00FD543A">
      <w:pPr>
        <w:jc w:val="both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ELECCIONES A DELEGADOS/AS Y SUBDELEGADOS/AS DE CURSOS DE GRADO Y MÁSTER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64BF33AC" w14:textId="1FA9F382" w:rsidR="00C6748B" w:rsidRDefault="00FD543A" w:rsidP="00FD543A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Según establece el artículo 193 del Estatuto de la Universidad de León, los estudiantes deben elegir al delegado/a y subdelegado/a de cada curso entre los alumnos pertenecientes al censo del mismo. En caso de que el c</w:t>
      </w:r>
      <w:r w:rsidR="00B01372">
        <w:rPr>
          <w:rFonts w:ascii="Montserrat" w:hAnsi="Montserrat"/>
        </w:rPr>
        <w:t>u</w:t>
      </w:r>
      <w:r>
        <w:rPr>
          <w:rFonts w:ascii="Montserrat" w:hAnsi="Montserrat"/>
        </w:rPr>
        <w:t xml:space="preserve">rso esté dividido en grupos para la docencia </w:t>
      </w:r>
      <w:r>
        <w:rPr>
          <w:rFonts w:ascii="Montserrat" w:hAnsi="Montserrat"/>
          <w:b/>
          <w:bCs/>
        </w:rPr>
        <w:t>teórica</w:t>
      </w:r>
      <w:r>
        <w:rPr>
          <w:rFonts w:ascii="Montserrat" w:hAnsi="Montserrat"/>
        </w:rPr>
        <w:t xml:space="preserve"> de asignaturas troncales, cada uno de ellos elegirá delegado/a y subdelegado/a independiente.</w:t>
      </w:r>
    </w:p>
    <w:p w14:paraId="57015177" w14:textId="77777777" w:rsidR="00FD543A" w:rsidRDefault="00FD543A" w:rsidP="00FD543A">
      <w:pPr>
        <w:spacing w:line="360" w:lineRule="auto"/>
        <w:jc w:val="both"/>
        <w:rPr>
          <w:rFonts w:ascii="Montserrat" w:hAnsi="Montserrat"/>
        </w:rPr>
      </w:pPr>
    </w:p>
    <w:p w14:paraId="3E4C0A73" w14:textId="4742A543" w:rsidR="00FD543A" w:rsidRDefault="00FD543A" w:rsidP="00FD543A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A fecha de ________________________________________________________________</w:t>
      </w:r>
    </w:p>
    <w:p w14:paraId="693268F5" w14:textId="517CA7ED" w:rsidR="00FD543A" w:rsidRDefault="00FD543A" w:rsidP="00FD543A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se celebran elecciones a delegado/a y subdelegado/a del curso______ de la titulación _________________________________________________________________</w:t>
      </w:r>
    </w:p>
    <w:p w14:paraId="41A4A8B7" w14:textId="77777777" w:rsidR="00FD543A" w:rsidRDefault="00FD543A" w:rsidP="00FD543A">
      <w:pPr>
        <w:spacing w:line="360" w:lineRule="auto"/>
        <w:jc w:val="both"/>
        <w:rPr>
          <w:rFonts w:ascii="Montserrat" w:hAnsi="Montserrat"/>
        </w:rPr>
      </w:pPr>
    </w:p>
    <w:p w14:paraId="2D4563CD" w14:textId="17F2E1D6" w:rsidR="00FD543A" w:rsidRPr="00FD543A" w:rsidRDefault="00FD543A" w:rsidP="00FD543A">
      <w:pPr>
        <w:spacing w:line="360" w:lineRule="auto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>Actuando como presidente de mesa un miembro de la Delegación de</w:t>
      </w:r>
      <w:r>
        <w:rPr>
          <w:rFonts w:ascii="Montserrat" w:hAnsi="Montserrat"/>
        </w:rPr>
        <w:t xml:space="preserve"> Estudiantes del</w:t>
      </w:r>
      <w:r w:rsidRPr="00FD543A">
        <w:rPr>
          <w:rFonts w:ascii="Montserrat" w:hAnsi="Montserrat"/>
        </w:rPr>
        <w:t xml:space="preserve"> Centro</w:t>
      </w:r>
      <w:r>
        <w:rPr>
          <w:rFonts w:ascii="Montserrat" w:hAnsi="Montserrat"/>
        </w:rPr>
        <w:t xml:space="preserve"> </w:t>
      </w:r>
      <w:r w:rsidRPr="00FD543A">
        <w:rPr>
          <w:rFonts w:ascii="Montserrat" w:hAnsi="Montserrat"/>
        </w:rPr>
        <w:t>D</w:t>
      </w:r>
      <w:r>
        <w:rPr>
          <w:rFonts w:ascii="Montserrat" w:hAnsi="Montserrat"/>
        </w:rPr>
        <w:t>.</w:t>
      </w:r>
      <w:r w:rsidRPr="00FD543A">
        <w:rPr>
          <w:rFonts w:ascii="Montserrat" w:hAnsi="Montserrat"/>
        </w:rPr>
        <w:t>/Dña</w:t>
      </w:r>
      <w:r>
        <w:rPr>
          <w:rFonts w:ascii="Montserrat" w:hAnsi="Montserrat"/>
        </w:rPr>
        <w:t>._____________________________________________</w:t>
      </w:r>
    </w:p>
    <w:p w14:paraId="5A127CAF" w14:textId="77777777" w:rsidR="00FD543A" w:rsidRPr="00FD543A" w:rsidRDefault="00FD543A" w:rsidP="00FD543A">
      <w:pPr>
        <w:spacing w:line="360" w:lineRule="auto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>Como secretario de mesa, el primer estudiante de la lista de clase:</w:t>
      </w:r>
    </w:p>
    <w:p w14:paraId="12462287" w14:textId="3F0ED664" w:rsidR="00FD543A" w:rsidRPr="00FD543A" w:rsidRDefault="00FD543A" w:rsidP="00FD543A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D./Dña.____________________________________________________________________</w:t>
      </w:r>
    </w:p>
    <w:p w14:paraId="27A741DA" w14:textId="77777777" w:rsidR="00FD543A" w:rsidRPr="00FD543A" w:rsidRDefault="00FD543A" w:rsidP="00FD543A">
      <w:pPr>
        <w:spacing w:line="360" w:lineRule="auto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>Y como vocal, el último estudiante de la lista de clase:</w:t>
      </w:r>
    </w:p>
    <w:p w14:paraId="32492EAC" w14:textId="77777777" w:rsidR="00FD543A" w:rsidRPr="00FD543A" w:rsidRDefault="00FD543A" w:rsidP="00FD543A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D./Dña.____________________________________________________________________</w:t>
      </w:r>
    </w:p>
    <w:p w14:paraId="5676DE08" w14:textId="77777777" w:rsidR="00FD543A" w:rsidRPr="00FD543A" w:rsidRDefault="00FD543A" w:rsidP="00FD543A">
      <w:pPr>
        <w:spacing w:line="360" w:lineRule="auto"/>
        <w:jc w:val="both"/>
        <w:rPr>
          <w:rFonts w:ascii="Montserrat" w:hAnsi="Montserrat"/>
        </w:rPr>
      </w:pPr>
    </w:p>
    <w:p w14:paraId="50548176" w14:textId="6ED94FFC" w:rsidR="00FD543A" w:rsidRPr="00FD543A" w:rsidRDefault="00FD543A" w:rsidP="00FD543A">
      <w:pPr>
        <w:pStyle w:val="Prrafodelista"/>
        <w:numPr>
          <w:ilvl w:val="0"/>
          <w:numId w:val="1"/>
        </w:numPr>
        <w:spacing w:line="360" w:lineRule="auto"/>
        <w:ind w:left="641" w:hanging="357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>En el caso de elecciones a delegado y subdelegado de curso las votaciones</w:t>
      </w:r>
      <w:r>
        <w:rPr>
          <w:rFonts w:ascii="Montserrat" w:hAnsi="Montserrat"/>
        </w:rPr>
        <w:t xml:space="preserve"> </w:t>
      </w:r>
      <w:r w:rsidRPr="00FD543A">
        <w:rPr>
          <w:rFonts w:ascii="Montserrat" w:hAnsi="Montserrat"/>
        </w:rPr>
        <w:t xml:space="preserve">podrán realizarse a </w:t>
      </w:r>
      <w:r w:rsidRPr="00FD543A">
        <w:rPr>
          <w:rFonts w:ascii="Montserrat" w:hAnsi="Montserrat"/>
          <w:b/>
          <w:bCs/>
        </w:rPr>
        <w:t>mano alzada</w:t>
      </w:r>
      <w:r w:rsidRPr="00FD543A">
        <w:rPr>
          <w:rFonts w:ascii="Montserrat" w:hAnsi="Montserrat"/>
        </w:rPr>
        <w:t xml:space="preserve"> salvo que por algún miembro del cuerpo</w:t>
      </w:r>
      <w:r>
        <w:rPr>
          <w:rFonts w:ascii="Montserrat" w:hAnsi="Montserrat"/>
        </w:rPr>
        <w:t xml:space="preserve"> </w:t>
      </w:r>
      <w:r w:rsidRPr="00FD543A">
        <w:rPr>
          <w:rFonts w:ascii="Montserrat" w:hAnsi="Montserrat"/>
        </w:rPr>
        <w:t>electoral correspondiente solicite votación secreta.</w:t>
      </w:r>
    </w:p>
    <w:p w14:paraId="2772EC1A" w14:textId="77777777" w:rsidR="00FD543A" w:rsidRDefault="00FD543A" w:rsidP="00FD543A">
      <w:pPr>
        <w:pStyle w:val="Prrafodelista"/>
        <w:numPr>
          <w:ilvl w:val="0"/>
          <w:numId w:val="1"/>
        </w:numPr>
        <w:spacing w:line="360" w:lineRule="auto"/>
        <w:ind w:left="641" w:hanging="357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 xml:space="preserve">En el caso de que haya solamente </w:t>
      </w:r>
      <w:r w:rsidRPr="00FD543A">
        <w:rPr>
          <w:rFonts w:ascii="Montserrat" w:hAnsi="Montserrat"/>
          <w:b/>
          <w:bCs/>
        </w:rPr>
        <w:t>una candidatura</w:t>
      </w:r>
      <w:r w:rsidRPr="00FD543A">
        <w:rPr>
          <w:rFonts w:ascii="Montserrat" w:hAnsi="Montserrat"/>
        </w:rPr>
        <w:t xml:space="preserve"> se votará SÍ o NO a ese</w:t>
      </w:r>
      <w:r>
        <w:rPr>
          <w:rFonts w:ascii="Montserrat" w:hAnsi="Montserrat"/>
        </w:rPr>
        <w:t xml:space="preserve"> </w:t>
      </w:r>
      <w:r w:rsidRPr="00FD543A">
        <w:rPr>
          <w:rFonts w:ascii="Montserrat" w:hAnsi="Montserrat"/>
        </w:rPr>
        <w:t>candidato. En caso de salir rechazado, el curso se quedará sin representación.</w:t>
      </w:r>
    </w:p>
    <w:p w14:paraId="17940009" w14:textId="77777777" w:rsidR="00FD543A" w:rsidRDefault="00FD543A" w:rsidP="00FD543A">
      <w:pPr>
        <w:pStyle w:val="Prrafodelista"/>
        <w:numPr>
          <w:ilvl w:val="0"/>
          <w:numId w:val="1"/>
        </w:numPr>
        <w:spacing w:line="360" w:lineRule="auto"/>
        <w:ind w:left="641" w:hanging="357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 xml:space="preserve">En el caso de que haya </w:t>
      </w:r>
      <w:r w:rsidRPr="00FD543A">
        <w:rPr>
          <w:rFonts w:ascii="Montserrat" w:hAnsi="Montserrat"/>
          <w:b/>
          <w:bCs/>
        </w:rPr>
        <w:t>dos candidaturas y ambos lleguen a un acuerdo</w:t>
      </w:r>
      <w:r w:rsidRPr="00FD543A">
        <w:rPr>
          <w:rFonts w:ascii="Montserrat" w:hAnsi="Montserrat"/>
        </w:rPr>
        <w:t xml:space="preserve"> mutuo</w:t>
      </w:r>
      <w:r w:rsidRPr="00FD543A">
        <w:t xml:space="preserve"> </w:t>
      </w:r>
      <w:r w:rsidRPr="00FD543A">
        <w:rPr>
          <w:rFonts w:ascii="Montserrat" w:hAnsi="Montserrat"/>
        </w:rPr>
        <w:t xml:space="preserve">para ser uno delegado y otro subdelegado, no será </w:t>
      </w:r>
      <w:r w:rsidRPr="00FD543A">
        <w:rPr>
          <w:rFonts w:ascii="Montserrat" w:hAnsi="Montserrat"/>
        </w:rPr>
        <w:lastRenderedPageBreak/>
        <w:t>necesaria la celebración de una votación secreta. De no ser así, se votará y será delegado el que más votos tenga, quedando el otro como subdelegado y respetando siempre el Reglamento de Elecciones a Representantes de Estudiantes de la Universidad de León.</w:t>
      </w:r>
    </w:p>
    <w:p w14:paraId="5C60B410" w14:textId="6BEDA9B2" w:rsidR="00FD543A" w:rsidRPr="00FD543A" w:rsidRDefault="00FD543A" w:rsidP="00FD543A">
      <w:pPr>
        <w:pStyle w:val="Prrafodelista"/>
        <w:numPr>
          <w:ilvl w:val="0"/>
          <w:numId w:val="1"/>
        </w:numPr>
        <w:spacing w:line="360" w:lineRule="auto"/>
        <w:ind w:left="641" w:hanging="357"/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 xml:space="preserve">En el caso de </w:t>
      </w:r>
      <w:r w:rsidRPr="00FD543A">
        <w:rPr>
          <w:rFonts w:ascii="Montserrat" w:hAnsi="Montserrat"/>
          <w:b/>
          <w:bCs/>
        </w:rPr>
        <w:t>tres o más candidaturas</w:t>
      </w:r>
      <w:r w:rsidRPr="00FD543A">
        <w:rPr>
          <w:rFonts w:ascii="Montserrat" w:hAnsi="Montserrat"/>
        </w:rPr>
        <w:t>, se celebrarán elecciones con votación secreta.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50"/>
        <w:gridCol w:w="1411"/>
      </w:tblGrid>
      <w:tr w:rsidR="00FD543A" w14:paraId="02893901" w14:textId="77777777" w:rsidTr="00FD543A">
        <w:tc>
          <w:tcPr>
            <w:tcW w:w="7650" w:type="dxa"/>
          </w:tcPr>
          <w:p w14:paraId="1EA7CC18" w14:textId="2D838CC6" w:rsidR="00FD543A" w:rsidRPr="00FD543A" w:rsidRDefault="00FD543A" w:rsidP="00FD543A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CANDIDATURA</w:t>
            </w:r>
          </w:p>
        </w:tc>
        <w:tc>
          <w:tcPr>
            <w:tcW w:w="1411" w:type="dxa"/>
          </w:tcPr>
          <w:p w14:paraId="264D6786" w14:textId="3101D64B" w:rsidR="00FD543A" w:rsidRPr="00FD543A" w:rsidRDefault="00FD543A" w:rsidP="00FD543A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VOTOS</w:t>
            </w:r>
          </w:p>
        </w:tc>
      </w:tr>
      <w:tr w:rsidR="00FD543A" w14:paraId="1E0B0234" w14:textId="77777777" w:rsidTr="00FD543A">
        <w:tc>
          <w:tcPr>
            <w:tcW w:w="7650" w:type="dxa"/>
          </w:tcPr>
          <w:p w14:paraId="655C8D1D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2A9E82C1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4D684173" w14:textId="77777777" w:rsidTr="00FD543A">
        <w:tc>
          <w:tcPr>
            <w:tcW w:w="7650" w:type="dxa"/>
          </w:tcPr>
          <w:p w14:paraId="2760416F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32BB102C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718A8918" w14:textId="77777777" w:rsidTr="00FD543A">
        <w:tc>
          <w:tcPr>
            <w:tcW w:w="7650" w:type="dxa"/>
          </w:tcPr>
          <w:p w14:paraId="518B3A86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65510DC7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57E2B5C8" w14:textId="77777777" w:rsidTr="00FD543A">
        <w:tc>
          <w:tcPr>
            <w:tcW w:w="7650" w:type="dxa"/>
          </w:tcPr>
          <w:p w14:paraId="5C3DF79E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50513ECA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3273DCC9" w14:textId="77777777" w:rsidTr="00FD543A">
        <w:tc>
          <w:tcPr>
            <w:tcW w:w="7650" w:type="dxa"/>
          </w:tcPr>
          <w:p w14:paraId="36BE1832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35B31686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264A58EC" w14:textId="77777777" w:rsidTr="00FD543A">
        <w:tc>
          <w:tcPr>
            <w:tcW w:w="7650" w:type="dxa"/>
          </w:tcPr>
          <w:p w14:paraId="4C475152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67078370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610ECBB5" w14:textId="77777777" w:rsidTr="00FD543A">
        <w:tc>
          <w:tcPr>
            <w:tcW w:w="7650" w:type="dxa"/>
          </w:tcPr>
          <w:p w14:paraId="33A3ADF9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  <w:tc>
          <w:tcPr>
            <w:tcW w:w="1411" w:type="dxa"/>
          </w:tcPr>
          <w:p w14:paraId="2955F117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5FB42514" w14:textId="77777777" w:rsidTr="00FD543A">
        <w:tc>
          <w:tcPr>
            <w:tcW w:w="7650" w:type="dxa"/>
          </w:tcPr>
          <w:p w14:paraId="0FA9BC1E" w14:textId="35E60057" w:rsidR="00FD543A" w:rsidRPr="00FD543A" w:rsidRDefault="00FD543A" w:rsidP="00FD543A">
            <w:pPr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Blanco</w:t>
            </w:r>
          </w:p>
        </w:tc>
        <w:tc>
          <w:tcPr>
            <w:tcW w:w="1411" w:type="dxa"/>
          </w:tcPr>
          <w:p w14:paraId="7DA28ACF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  <w:tr w:rsidR="00FD543A" w14:paraId="5B21C253" w14:textId="77777777" w:rsidTr="00FD543A">
        <w:tc>
          <w:tcPr>
            <w:tcW w:w="7650" w:type="dxa"/>
          </w:tcPr>
          <w:p w14:paraId="1CFF501A" w14:textId="31F82296" w:rsidR="00FD543A" w:rsidRPr="00FD543A" w:rsidRDefault="00FD543A" w:rsidP="00FD543A">
            <w:pPr>
              <w:rPr>
                <w:rFonts w:ascii="Montserrat" w:hAnsi="Montserrat"/>
                <w:b/>
                <w:bCs/>
              </w:rPr>
            </w:pPr>
            <w:r w:rsidRPr="00FD543A">
              <w:rPr>
                <w:rFonts w:ascii="Montserrat" w:hAnsi="Montserrat"/>
                <w:b/>
                <w:bCs/>
              </w:rPr>
              <w:t>Nulos</w:t>
            </w:r>
          </w:p>
        </w:tc>
        <w:tc>
          <w:tcPr>
            <w:tcW w:w="1411" w:type="dxa"/>
          </w:tcPr>
          <w:p w14:paraId="09B0B523" w14:textId="77777777" w:rsidR="00FD543A" w:rsidRDefault="00FD543A" w:rsidP="00FD543A">
            <w:pPr>
              <w:jc w:val="center"/>
              <w:rPr>
                <w:rFonts w:ascii="Montserrat" w:hAnsi="Montserrat"/>
              </w:rPr>
            </w:pPr>
          </w:p>
        </w:tc>
      </w:tr>
    </w:tbl>
    <w:p w14:paraId="3180CA77" w14:textId="77777777" w:rsidR="00C6748B" w:rsidRPr="003F06C5" w:rsidRDefault="00C6748B" w:rsidP="00FD543A">
      <w:pPr>
        <w:jc w:val="both"/>
        <w:rPr>
          <w:rFonts w:ascii="Montserrat" w:hAnsi="Montserrat"/>
        </w:rPr>
      </w:pPr>
    </w:p>
    <w:p w14:paraId="5B69C92F" w14:textId="77777777" w:rsidR="00FD543A" w:rsidRPr="00FD543A" w:rsidRDefault="00FD543A" w:rsidP="00FD543A">
      <w:pPr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>Marcar la casilla adecuada en caso de ser necesario:</w:t>
      </w:r>
    </w:p>
    <w:p w14:paraId="09602176" w14:textId="77777777" w:rsidR="00FD543A" w:rsidRDefault="00FD543A" w:rsidP="00FD543A">
      <w:pPr>
        <w:jc w:val="both"/>
        <w:rPr>
          <w:rFonts w:ascii="Montserrat" w:hAnsi="Montserrat"/>
        </w:rPr>
      </w:pPr>
    </w:p>
    <w:p w14:paraId="0457F2FC" w14:textId="02F4EE21" w:rsidR="00FD543A" w:rsidRPr="00FD543A" w:rsidRDefault="00FD543A" w:rsidP="00FD543A">
      <w:pPr>
        <w:ind w:left="708"/>
        <w:jc w:val="both"/>
        <w:rPr>
          <w:rFonts w:ascii="Montserrat" w:hAnsi="Montserrat"/>
        </w:rPr>
      </w:pPr>
      <w:r w:rsidRPr="00FD543A">
        <w:rPr>
          <w:rFonts w:ascii="Montserrat" w:hAnsi="Montserrat" w:hint="eastAsia"/>
        </w:rPr>
        <w:t>□</w:t>
      </w:r>
      <w:r w:rsidRPr="00FD543A">
        <w:rPr>
          <w:rFonts w:ascii="Montserrat" w:hAnsi="Montserrat" w:hint="eastAsia"/>
        </w:rPr>
        <w:t xml:space="preserve"> Se vota una sola candidatura. Sí: ...... votos. No: ...... votos. Blanco</w:t>
      </w:r>
      <w:proofErr w:type="gramStart"/>
      <w:r w:rsidRPr="00FD543A">
        <w:rPr>
          <w:rFonts w:ascii="Montserrat" w:hAnsi="Montserrat" w:hint="eastAsia"/>
        </w:rPr>
        <w:t xml:space="preserve"> ....</w:t>
      </w:r>
      <w:proofErr w:type="gramEnd"/>
      <w:r w:rsidRPr="00FD543A">
        <w:rPr>
          <w:rFonts w:ascii="Montserrat" w:hAnsi="Montserrat" w:hint="eastAsia"/>
        </w:rPr>
        <w:t>. votos.</w:t>
      </w:r>
    </w:p>
    <w:p w14:paraId="082204B2" w14:textId="77777777" w:rsidR="00FD543A" w:rsidRDefault="00FD543A" w:rsidP="00FD543A">
      <w:pPr>
        <w:ind w:left="708"/>
        <w:jc w:val="both"/>
        <w:rPr>
          <w:rFonts w:ascii="Montserrat" w:hAnsi="Montserrat"/>
        </w:rPr>
      </w:pPr>
    </w:p>
    <w:p w14:paraId="3D115808" w14:textId="5CE2E96E" w:rsidR="00FD543A" w:rsidRPr="00FD543A" w:rsidRDefault="00FD543A" w:rsidP="00FD543A">
      <w:pPr>
        <w:ind w:left="708"/>
        <w:jc w:val="both"/>
        <w:rPr>
          <w:rFonts w:ascii="Montserrat" w:hAnsi="Montserrat"/>
        </w:rPr>
      </w:pPr>
      <w:r w:rsidRPr="00FD543A">
        <w:rPr>
          <w:rFonts w:ascii="Montserrat" w:hAnsi="Montserrat" w:hint="eastAsia"/>
        </w:rPr>
        <w:t>□</w:t>
      </w:r>
      <w:r w:rsidRPr="00FD543A">
        <w:rPr>
          <w:rFonts w:ascii="Montserrat" w:hAnsi="Montserrat" w:hint="eastAsia"/>
        </w:rPr>
        <w:t xml:space="preserve"> Dos candidaturas sin ser necesaria una votación secreta: aclamación popular.</w:t>
      </w:r>
    </w:p>
    <w:p w14:paraId="5BC8379C" w14:textId="77777777" w:rsidR="00FD543A" w:rsidRDefault="00FD543A" w:rsidP="00FD543A">
      <w:pPr>
        <w:jc w:val="both"/>
        <w:rPr>
          <w:rFonts w:ascii="Montserrat" w:hAnsi="Montserrat"/>
        </w:rPr>
      </w:pPr>
    </w:p>
    <w:p w14:paraId="445735DF" w14:textId="77777777" w:rsidR="00FD543A" w:rsidRDefault="00FD543A" w:rsidP="00FD543A">
      <w:pPr>
        <w:jc w:val="both"/>
        <w:rPr>
          <w:rFonts w:ascii="Montserrat" w:hAnsi="Montserrat"/>
        </w:rPr>
      </w:pPr>
    </w:p>
    <w:p w14:paraId="6D9385B4" w14:textId="2B0A471F" w:rsidR="00FD543A" w:rsidRPr="00FD543A" w:rsidRDefault="00FD543A" w:rsidP="00FD543A">
      <w:pPr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 xml:space="preserve">Firma </w:t>
      </w:r>
      <w:proofErr w:type="gramStart"/>
      <w:r w:rsidRPr="00FD543A">
        <w:rPr>
          <w:rFonts w:ascii="Montserrat" w:hAnsi="Montserrat"/>
        </w:rPr>
        <w:t>Delegado</w:t>
      </w:r>
      <w:proofErr w:type="gramEnd"/>
      <w:r w:rsidRPr="00FD543A">
        <w:rPr>
          <w:rFonts w:ascii="Montserrat" w:hAnsi="Montserrat"/>
        </w:rPr>
        <w:t xml:space="preserve">/a </w:t>
      </w:r>
      <w:r>
        <w:rPr>
          <w:rFonts w:ascii="Montserrat" w:hAnsi="Montserrat"/>
        </w:rPr>
        <w:t xml:space="preserve">                                                                  </w:t>
      </w:r>
      <w:r w:rsidRPr="00FD543A">
        <w:rPr>
          <w:rFonts w:ascii="Montserrat" w:hAnsi="Montserrat"/>
        </w:rPr>
        <w:t xml:space="preserve">Firma </w:t>
      </w:r>
      <w:proofErr w:type="gramStart"/>
      <w:r w:rsidRPr="00FD543A">
        <w:rPr>
          <w:rFonts w:ascii="Montserrat" w:hAnsi="Montserrat"/>
        </w:rPr>
        <w:t>Subdelegado</w:t>
      </w:r>
      <w:proofErr w:type="gramEnd"/>
      <w:r w:rsidRPr="00FD543A">
        <w:rPr>
          <w:rFonts w:ascii="Montserrat" w:hAnsi="Montserrat"/>
        </w:rPr>
        <w:t>/a</w:t>
      </w:r>
    </w:p>
    <w:p w14:paraId="4F7D3862" w14:textId="77777777" w:rsidR="00FD543A" w:rsidRPr="00FD543A" w:rsidRDefault="00FD543A" w:rsidP="00FD543A">
      <w:pPr>
        <w:jc w:val="both"/>
        <w:rPr>
          <w:rFonts w:ascii="Montserrat" w:hAnsi="Montserrat"/>
        </w:rPr>
      </w:pPr>
    </w:p>
    <w:p w14:paraId="7E8F5CDB" w14:textId="77777777" w:rsidR="00FD543A" w:rsidRDefault="00FD543A" w:rsidP="00FD543A">
      <w:pPr>
        <w:jc w:val="both"/>
        <w:rPr>
          <w:rFonts w:ascii="Montserrat" w:hAnsi="Montserrat"/>
        </w:rPr>
      </w:pPr>
    </w:p>
    <w:p w14:paraId="22C302D5" w14:textId="77777777" w:rsidR="00FD543A" w:rsidRDefault="00FD543A" w:rsidP="00FD543A">
      <w:pPr>
        <w:jc w:val="both"/>
        <w:rPr>
          <w:rFonts w:ascii="Montserrat" w:hAnsi="Montserrat"/>
        </w:rPr>
      </w:pPr>
    </w:p>
    <w:p w14:paraId="63B1865E" w14:textId="77777777" w:rsidR="00FD543A" w:rsidRDefault="00FD543A" w:rsidP="00FD543A">
      <w:pPr>
        <w:jc w:val="both"/>
        <w:rPr>
          <w:rFonts w:ascii="Montserrat" w:hAnsi="Montserrat"/>
        </w:rPr>
      </w:pPr>
    </w:p>
    <w:p w14:paraId="4574F12F" w14:textId="77777777" w:rsidR="00FD543A" w:rsidRDefault="00FD543A" w:rsidP="00FD543A">
      <w:pPr>
        <w:jc w:val="both"/>
        <w:rPr>
          <w:rFonts w:ascii="Montserrat" w:hAnsi="Montserrat"/>
        </w:rPr>
      </w:pPr>
    </w:p>
    <w:p w14:paraId="1247F7F6" w14:textId="77777777" w:rsidR="00FD543A" w:rsidRDefault="00FD543A" w:rsidP="00FD543A">
      <w:pPr>
        <w:jc w:val="both"/>
        <w:rPr>
          <w:rFonts w:ascii="Montserrat" w:hAnsi="Montserrat"/>
        </w:rPr>
      </w:pPr>
    </w:p>
    <w:p w14:paraId="00C88109" w14:textId="77777777" w:rsidR="00FD543A" w:rsidRDefault="00FD543A" w:rsidP="00FD543A">
      <w:pPr>
        <w:jc w:val="both"/>
        <w:rPr>
          <w:rFonts w:ascii="Montserrat" w:hAnsi="Montserrat"/>
        </w:rPr>
      </w:pPr>
    </w:p>
    <w:p w14:paraId="2CA36EE2" w14:textId="733BDE05" w:rsidR="00C6748B" w:rsidRPr="003F06C5" w:rsidRDefault="00FD543A" w:rsidP="00FD543A">
      <w:pPr>
        <w:jc w:val="both"/>
        <w:rPr>
          <w:rFonts w:ascii="Montserrat" w:hAnsi="Montserrat"/>
        </w:rPr>
      </w:pPr>
      <w:r w:rsidRPr="00FD543A">
        <w:rPr>
          <w:rFonts w:ascii="Montserrat" w:hAnsi="Montserrat"/>
        </w:rPr>
        <w:t xml:space="preserve">Firma </w:t>
      </w:r>
      <w:proofErr w:type="gramStart"/>
      <w:r w:rsidRPr="00FD543A">
        <w:rPr>
          <w:rFonts w:ascii="Montserrat" w:hAnsi="Montserrat"/>
        </w:rPr>
        <w:t>Presidente</w:t>
      </w:r>
      <w:proofErr w:type="gramEnd"/>
      <w:r>
        <w:rPr>
          <w:rFonts w:ascii="Montserrat" w:hAnsi="Montserrat"/>
        </w:rPr>
        <w:t>/a</w:t>
      </w:r>
      <w:r w:rsidRPr="00FD543A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                   </w:t>
      </w:r>
      <w:r w:rsidRPr="00FD543A">
        <w:rPr>
          <w:rFonts w:ascii="Montserrat" w:hAnsi="Montserrat"/>
        </w:rPr>
        <w:t xml:space="preserve">Firma </w:t>
      </w:r>
      <w:proofErr w:type="gramStart"/>
      <w:r w:rsidRPr="00FD543A">
        <w:rPr>
          <w:rFonts w:ascii="Montserrat" w:hAnsi="Montserrat"/>
        </w:rPr>
        <w:t>Secretario</w:t>
      </w:r>
      <w:proofErr w:type="gramEnd"/>
      <w:r>
        <w:rPr>
          <w:rFonts w:ascii="Montserrat" w:hAnsi="Montserrat"/>
        </w:rPr>
        <w:t>/a</w:t>
      </w:r>
      <w:r w:rsidRPr="00FD543A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                        </w:t>
      </w:r>
      <w:r w:rsidRPr="00FD543A">
        <w:rPr>
          <w:rFonts w:ascii="Montserrat" w:hAnsi="Montserrat"/>
        </w:rPr>
        <w:t>Firma Vocal</w:t>
      </w:r>
    </w:p>
    <w:sectPr w:rsidR="00C6748B" w:rsidRPr="003F06C5" w:rsidSect="00106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D97A9" w14:textId="77777777" w:rsidR="009F10DB" w:rsidRDefault="009F10DB" w:rsidP="003336CB">
      <w:r>
        <w:separator/>
      </w:r>
    </w:p>
  </w:endnote>
  <w:endnote w:type="continuationSeparator" w:id="0">
    <w:p w14:paraId="0907C91E" w14:textId="77777777" w:rsidR="009F10DB" w:rsidRDefault="009F10DB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94EB" w14:textId="77777777" w:rsidR="00436D6D" w:rsidRDefault="00436D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312E469D" w:rsidR="000C5B27" w:rsidRDefault="00436D6D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38257C6F" wp14:editId="340AF355">
              <wp:simplePos x="0" y="0"/>
              <wp:positionH relativeFrom="column">
                <wp:posOffset>-358140</wp:posOffset>
              </wp:positionH>
              <wp:positionV relativeFrom="paragraph">
                <wp:posOffset>738505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BF92F" w14:textId="77777777" w:rsidR="00436D6D" w:rsidRDefault="00436D6D" w:rsidP="00436D6D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4C7385AC" w14:textId="77777777" w:rsidR="00436D6D" w:rsidRDefault="00436D6D" w:rsidP="00436D6D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06DBEC3B" w14:textId="77777777" w:rsidR="00436D6D" w:rsidRDefault="00436D6D" w:rsidP="00436D6D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E02579E" w14:textId="77777777" w:rsidR="00436D6D" w:rsidRPr="0083262B" w:rsidRDefault="00436D6D" w:rsidP="00436D6D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257C6F" id="Grupo 2" o:spid="_x0000_s1027" style="position:absolute;margin-left:-28.2pt;margin-top:58.1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6yifduEAAAALAQAADwAAAGRycy9kb3du&#10;cmV2LnhtbEyPQW+CQBCF7036HzZj0psu1EIQWYwxbU+mSbVJ09sKIxDZWcKugP++01M9zntf3ryX&#10;bSbTigF711hSEC4CEEiFLRuqFHwd3+YJCOc1lbq1hApu6GCTPz5kOi3tSJ84HHwlOIRcqhXU3nep&#10;lK6o0Wi3sB0Se2fbG+357CtZ9nrkcNPK5yCIpdEN8Ydad7irsbgcrkbB+6jH7TJ8HfaX8+72c4w+&#10;vvchKvU0m7ZrEB4n/w/DX32uDjl3OtkrlU60CuZR/MIoG2G8BMFEskp4zImVaBWBzDN5vyH/B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7D5BF92F" w14:textId="77777777" w:rsidR="00436D6D" w:rsidRDefault="00436D6D" w:rsidP="00436D6D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4C7385AC" w14:textId="77777777" w:rsidR="00436D6D" w:rsidRDefault="00436D6D" w:rsidP="00436D6D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06DBEC3B" w14:textId="77777777" w:rsidR="00436D6D" w:rsidRDefault="00436D6D" w:rsidP="00436D6D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E02579E" w14:textId="77777777" w:rsidR="00436D6D" w:rsidRPr="0083262B" w:rsidRDefault="00436D6D" w:rsidP="00436D6D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5757CCA0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491983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27ACE" w14:textId="77777777" w:rsidR="00436D6D" w:rsidRDefault="00436D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806" w14:textId="77777777" w:rsidR="009F10DB" w:rsidRDefault="009F10DB" w:rsidP="003336CB">
      <w:r>
        <w:separator/>
      </w:r>
    </w:p>
  </w:footnote>
  <w:footnote w:type="continuationSeparator" w:id="0">
    <w:p w14:paraId="12C261DC" w14:textId="77777777" w:rsidR="009F10DB" w:rsidRDefault="009F10DB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B2308" w14:textId="77777777" w:rsidR="00436D6D" w:rsidRDefault="00436D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08AF6505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ANEXO I</w:t>
                          </w:r>
                          <w:r w:rsidR="00A052FA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08AF6505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>ANEXO I</w:t>
                    </w:r>
                    <w:r w:rsidR="00A052FA">
                      <w:rPr>
                        <w:rFonts w:ascii="Montserrat" w:hAnsi="Montserrat"/>
                        <w:b/>
                        <w:bCs/>
                        <w:szCs w:val="40"/>
                      </w:rPr>
                      <w:t>V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C0AB" w14:textId="77777777" w:rsidR="00436D6D" w:rsidRDefault="00436D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60DF4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36D6D"/>
    <w:rsid w:val="00450B97"/>
    <w:rsid w:val="00560BB0"/>
    <w:rsid w:val="005742A2"/>
    <w:rsid w:val="00587267"/>
    <w:rsid w:val="00632F61"/>
    <w:rsid w:val="00651E15"/>
    <w:rsid w:val="006B17B1"/>
    <w:rsid w:val="006E4061"/>
    <w:rsid w:val="006F6407"/>
    <w:rsid w:val="007530E9"/>
    <w:rsid w:val="007A0B47"/>
    <w:rsid w:val="0083262B"/>
    <w:rsid w:val="009F10DB"/>
    <w:rsid w:val="00A052FA"/>
    <w:rsid w:val="00A849B7"/>
    <w:rsid w:val="00AA7C57"/>
    <w:rsid w:val="00B01372"/>
    <w:rsid w:val="00B267F6"/>
    <w:rsid w:val="00B34DC5"/>
    <w:rsid w:val="00B9480E"/>
    <w:rsid w:val="00BA712B"/>
    <w:rsid w:val="00BE1C06"/>
    <w:rsid w:val="00C30E8A"/>
    <w:rsid w:val="00C34DCB"/>
    <w:rsid w:val="00C37713"/>
    <w:rsid w:val="00C6748B"/>
    <w:rsid w:val="00C94A2B"/>
    <w:rsid w:val="00CE707B"/>
    <w:rsid w:val="00D5688B"/>
    <w:rsid w:val="00D74F60"/>
    <w:rsid w:val="00DA25FC"/>
    <w:rsid w:val="00DD37D3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36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20</TotalTime>
  <Pages>2</Pages>
  <Words>367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12</cp:revision>
  <cp:lastPrinted>2025-10-07T13:19:00Z</cp:lastPrinted>
  <dcterms:created xsi:type="dcterms:W3CDTF">2025-03-21T09:48:00Z</dcterms:created>
  <dcterms:modified xsi:type="dcterms:W3CDTF">2025-10-15T10:21:00Z</dcterms:modified>
</cp:coreProperties>
</file>